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5842C6B7" w:rsidR="005241A2" w:rsidRPr="00BF1C46" w:rsidRDefault="00B74DB6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 w:rsidRPr="00F00597">
              <w:rPr>
                <w:b/>
                <w:bCs/>
                <w:color w:val="0070C0"/>
                <w:sz w:val="28"/>
                <w:szCs w:val="28"/>
              </w:rPr>
              <w:t>Návrh úprav datové struktury IS VaVaI v</w:t>
            </w:r>
            <w:r>
              <w:rPr>
                <w:b/>
                <w:bCs/>
                <w:color w:val="0070C0"/>
                <w:sz w:val="28"/>
                <w:szCs w:val="28"/>
              </w:rPr>
              <w:t>erze 3.4.2 (07/2025)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23078A18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B74DB6">
              <w:rPr>
                <w:b/>
                <w:color w:val="0070C0"/>
                <w:sz w:val="28"/>
                <w:szCs w:val="28"/>
              </w:rPr>
              <w:t>13</w:t>
            </w:r>
            <w:r>
              <w:rPr>
                <w:b/>
                <w:color w:val="0070C0"/>
                <w:sz w:val="28"/>
                <w:szCs w:val="28"/>
              </w:rPr>
              <w:t>/</w:t>
            </w:r>
            <w:r w:rsidR="00B74DB6">
              <w:rPr>
                <w:b/>
                <w:color w:val="0070C0"/>
                <w:sz w:val="28"/>
                <w:szCs w:val="28"/>
              </w:rPr>
              <w:t>B</w:t>
            </w:r>
            <w:r w:rsidR="006E5164">
              <w:rPr>
                <w:b/>
                <w:color w:val="0070C0"/>
                <w:sz w:val="28"/>
                <w:szCs w:val="28"/>
              </w:rPr>
              <w:t>2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bottom"/>
          </w:tcPr>
          <w:p w14:paraId="3B1A4FD6" w14:textId="05F34B1F" w:rsidR="005241A2" w:rsidRPr="002D3C4B" w:rsidRDefault="00B74DB6" w:rsidP="002D3C4B">
            <w:pPr>
              <w:spacing w:before="120" w:after="120"/>
              <w:jc w:val="left"/>
              <w:rPr>
                <w:bCs/>
                <w:i/>
              </w:rPr>
            </w:pPr>
            <w:r w:rsidRPr="00E338F2">
              <w:rPr>
                <w:i/>
              </w:rPr>
              <w:t>Ing. Miloslav Nič, Ph.D.</w:t>
            </w:r>
            <w:r>
              <w:rPr>
                <w:i/>
              </w:rPr>
              <w:t xml:space="preserve"> 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615D0296" w:rsidR="005241A2" w:rsidRPr="002D3C4B" w:rsidRDefault="00B74DB6" w:rsidP="002D3C4B">
            <w:pPr>
              <w:spacing w:before="120" w:after="120"/>
              <w:jc w:val="left"/>
              <w:rPr>
                <w:bCs/>
                <w:i/>
                <w:noProof/>
              </w:rPr>
            </w:pPr>
            <w:r w:rsidRPr="310F5FDF">
              <w:rPr>
                <w:i/>
                <w:iCs/>
              </w:rPr>
              <w:t xml:space="preserve">Ing. </w:t>
            </w:r>
            <w:r>
              <w:rPr>
                <w:i/>
                <w:iCs/>
              </w:rPr>
              <w:t>Stanislav Janovský</w:t>
            </w:r>
            <w:r w:rsidRPr="310F5FDF">
              <w:rPr>
                <w:i/>
                <w:iCs/>
              </w:rPr>
              <w:t xml:space="preserve">, </w:t>
            </w:r>
            <w:r w:rsidR="005241A2" w:rsidRPr="002D3C4B">
              <w:rPr>
                <w:bCs/>
                <w:i/>
                <w:noProof/>
              </w:rPr>
              <w:t>Od</w:t>
            </w:r>
            <w:r w:rsidR="00F33925">
              <w:rPr>
                <w:bCs/>
                <w:i/>
                <w:noProof/>
              </w:rPr>
              <w:t>dělení informačních systémů</w:t>
            </w:r>
            <w:r w:rsidR="005241A2" w:rsidRPr="002D3C4B">
              <w:rPr>
                <w:bCs/>
                <w:i/>
                <w:noProof/>
              </w:rPr>
              <w:t xml:space="preserve">, </w:t>
            </w:r>
            <w:r w:rsidR="00F33925">
              <w:rPr>
                <w:bCs/>
                <w:i/>
                <w:noProof/>
              </w:rPr>
              <w:t>9</w:t>
            </w:r>
            <w:r>
              <w:rPr>
                <w:bCs/>
                <w:i/>
                <w:noProof/>
              </w:rPr>
              <w:t>.</w:t>
            </w:r>
            <w:r w:rsidR="00F33925">
              <w:rPr>
                <w:bCs/>
                <w:i/>
                <w:noProof/>
              </w:rPr>
              <w:t xml:space="preserve"> 6</w:t>
            </w:r>
            <w:r>
              <w:rPr>
                <w:bCs/>
                <w:i/>
                <w:noProof/>
              </w:rPr>
              <w:t>.</w:t>
            </w:r>
            <w:r w:rsidR="00F33925">
              <w:rPr>
                <w:bCs/>
                <w:i/>
                <w:noProof/>
              </w:rPr>
              <w:t xml:space="preserve"> </w:t>
            </w:r>
            <w:r>
              <w:rPr>
                <w:bCs/>
                <w:i/>
                <w:noProof/>
              </w:rPr>
              <w:t>2025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114B4EB9" w14:textId="382F5196" w:rsidR="00B74DB6" w:rsidRDefault="00B74DB6" w:rsidP="00B74DB6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V návaznosti na materiál „Koncepce Informačního systému výzkumu, experimentálního vývoje a</w:t>
            </w:r>
            <w:r w:rsidR="00376446">
              <w:t> </w:t>
            </w:r>
            <w:r>
              <w:t>inovací na období 2021-2025“ schválený usnesením vlády České republiky č. 760 ze dne 20.</w:t>
            </w:r>
            <w:r w:rsidR="00376446">
              <w:t> </w:t>
            </w:r>
            <w:r>
              <w:t>července 2020 a v souladu s podněty poskytovatelů podpory a potřebami dalších uživatelů IS</w:t>
            </w:r>
            <w:r w:rsidR="00376446">
              <w:t> </w:t>
            </w:r>
            <w:r>
              <w:t xml:space="preserve">VaVaI, je Radě pro výzkum, vývoj a inovace (dále jen „Rada“) předkládán </w:t>
            </w:r>
            <w:r w:rsidRPr="00CF0137">
              <w:rPr>
                <w:b/>
                <w:bCs/>
              </w:rPr>
              <w:t>návrh úprav IS</w:t>
            </w:r>
            <w:r w:rsidR="00376446">
              <w:rPr>
                <w:b/>
                <w:bCs/>
              </w:rPr>
              <w:t> </w:t>
            </w:r>
            <w:r w:rsidRPr="00CF0137">
              <w:rPr>
                <w:b/>
                <w:bCs/>
              </w:rPr>
              <w:t>VaVaI verze 3.4</w:t>
            </w:r>
            <w:r w:rsidR="00CF0137">
              <w:rPr>
                <w:b/>
                <w:bCs/>
              </w:rPr>
              <w:t>.2</w:t>
            </w:r>
            <w:r>
              <w:t xml:space="preserve">. </w:t>
            </w:r>
            <w:r w:rsidR="004612B4">
              <w:t>Ú</w:t>
            </w:r>
            <w:r>
              <w:t>prav</w:t>
            </w:r>
            <w:r w:rsidR="004612B4">
              <w:t>y</w:t>
            </w:r>
            <w:r>
              <w:t xml:space="preserve"> </w:t>
            </w:r>
            <w:r w:rsidR="004612B4">
              <w:t xml:space="preserve">budou nasazeny </w:t>
            </w:r>
            <w:r>
              <w:t xml:space="preserve">na produkční server </w:t>
            </w:r>
            <w:r w:rsidR="004612B4">
              <w:t>nejpozději do</w:t>
            </w:r>
            <w:r w:rsidR="00376446">
              <w:t> </w:t>
            </w:r>
            <w:r w:rsidR="00DA4235">
              <w:t>31</w:t>
            </w:r>
            <w:r>
              <w:t>.</w:t>
            </w:r>
            <w:r w:rsidR="00376446">
              <w:t> </w:t>
            </w:r>
            <w:r w:rsidR="00DA4235">
              <w:t>8</w:t>
            </w:r>
            <w:r>
              <w:t xml:space="preserve">. </w:t>
            </w:r>
            <w:r w:rsidR="00376446">
              <w:t> 2</w:t>
            </w:r>
            <w:r>
              <w:t xml:space="preserve">025. </w:t>
            </w:r>
          </w:p>
          <w:p w14:paraId="1117B9C5" w14:textId="47675551" w:rsidR="00B74DB6" w:rsidRDefault="00B74DB6" w:rsidP="00B74DB6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K zásadním navrhovaným úpravám patří především automatizace notifikací předkladatelům výsledků stran zamítnutých záznamů, dále automatizace notifikací poskytovatelům o výsledcích určených k dalšímu zpracování. Další navrhované úpravy souvisí s rozvojem integrovaných a</w:t>
            </w:r>
            <w:r w:rsidR="00376446">
              <w:t> </w:t>
            </w:r>
            <w:r>
              <w:t>online kontrolních mechanismů, které zjednodušují a zefektivňují proces předávání údajů do</w:t>
            </w:r>
            <w:r w:rsidR="00C51685">
              <w:t> </w:t>
            </w:r>
            <w:r>
              <w:t>IS</w:t>
            </w:r>
            <w:r w:rsidR="00376446">
              <w:t> </w:t>
            </w:r>
            <w:r>
              <w:t xml:space="preserve">VaVaI a s revizí a modernizací veřejného rozhraní. </w:t>
            </w:r>
          </w:p>
          <w:p w14:paraId="56C91166" w14:textId="00EEB83B" w:rsidR="005241A2" w:rsidRPr="009719F6" w:rsidRDefault="00B74DB6" w:rsidP="00C018CF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Navrhované změny byly projednány s poskytovateli na pracovním jednání dne 10. 6. 2025 a jsou v souladu s rámcem stanoveným zákonem č. 130/2002 Sb., o podpoře výzkumu, experimentálního vývoje a inovací z veřejných prostředků a o změně některých souvisejících zákonů (zákon o podpoře výzkumu, experimentálního vývoje a inovací), ve znění pozdějších předpisů.</w:t>
            </w: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55873" w14:textId="77777777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133F1304" w14:textId="7552F447" w:rsidR="005241A2" w:rsidRPr="00826B2F" w:rsidRDefault="00376446" w:rsidP="005241A2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 w:rsidRPr="00376446">
              <w:t>Návrh úprav datové struktury IS VaVaI verze 3.4.2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sectPr w:rsidR="00144F5B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BFDD" w14:textId="77777777" w:rsidR="00D63773" w:rsidRDefault="00D63773" w:rsidP="00604B45">
      <w:r>
        <w:separator/>
      </w:r>
    </w:p>
  </w:endnote>
  <w:endnote w:type="continuationSeparator" w:id="0">
    <w:p w14:paraId="3A020FEC" w14:textId="77777777" w:rsidR="00D63773" w:rsidRDefault="00D63773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E11C2DC" w14:textId="7C6212BE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4**/Axx</w:t>
            </w:r>
            <w:r w:rsidR="00144F5B">
              <w:t xml:space="preserve"> </w:t>
            </w:r>
            <w:r w:rsidR="00144F5B" w:rsidRPr="00144F5B">
              <w:rPr>
                <w:sz w:val="16"/>
                <w:szCs w:val="16"/>
              </w:rPr>
              <w:t>Název materiálu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05E66" w14:textId="77777777" w:rsidR="00D63773" w:rsidRDefault="00D63773" w:rsidP="00604B45">
      <w:r>
        <w:separator/>
      </w:r>
    </w:p>
  </w:footnote>
  <w:footnote w:type="continuationSeparator" w:id="0">
    <w:p w14:paraId="7A501E72" w14:textId="77777777" w:rsidR="00D63773" w:rsidRDefault="00D63773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3"/>
  </w:num>
  <w:num w:numId="2" w16cid:durableId="2081907147">
    <w:abstractNumId w:val="9"/>
  </w:num>
  <w:num w:numId="3" w16cid:durableId="1893038338">
    <w:abstractNumId w:val="4"/>
  </w:num>
  <w:num w:numId="4" w16cid:durableId="1786805665">
    <w:abstractNumId w:val="6"/>
  </w:num>
  <w:num w:numId="5" w16cid:durableId="1264728757">
    <w:abstractNumId w:val="10"/>
  </w:num>
  <w:num w:numId="6" w16cid:durableId="1901821760">
    <w:abstractNumId w:val="7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1"/>
  </w:num>
  <w:num w:numId="10" w16cid:durableId="1837643966">
    <w:abstractNumId w:val="8"/>
  </w:num>
  <w:num w:numId="11" w16cid:durableId="796532185">
    <w:abstractNumId w:val="0"/>
  </w:num>
  <w:num w:numId="12" w16cid:durableId="20330646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007D"/>
    <w:rsid w:val="00025617"/>
    <w:rsid w:val="00035ED7"/>
    <w:rsid w:val="000467DA"/>
    <w:rsid w:val="000511C2"/>
    <w:rsid w:val="0006047F"/>
    <w:rsid w:val="00075C1E"/>
    <w:rsid w:val="0008087D"/>
    <w:rsid w:val="000859E4"/>
    <w:rsid w:val="0009458F"/>
    <w:rsid w:val="000A6385"/>
    <w:rsid w:val="000C609C"/>
    <w:rsid w:val="000C6A0C"/>
    <w:rsid w:val="000D7556"/>
    <w:rsid w:val="000E1B1B"/>
    <w:rsid w:val="000E7A12"/>
    <w:rsid w:val="001044CD"/>
    <w:rsid w:val="001178B1"/>
    <w:rsid w:val="00126D7E"/>
    <w:rsid w:val="00133C49"/>
    <w:rsid w:val="0013762D"/>
    <w:rsid w:val="00144F5B"/>
    <w:rsid w:val="00163B03"/>
    <w:rsid w:val="00171EF3"/>
    <w:rsid w:val="00191B49"/>
    <w:rsid w:val="001A03D6"/>
    <w:rsid w:val="001A6A82"/>
    <w:rsid w:val="001C1526"/>
    <w:rsid w:val="001C2E95"/>
    <w:rsid w:val="001C6179"/>
    <w:rsid w:val="001D5F3B"/>
    <w:rsid w:val="001E1924"/>
    <w:rsid w:val="001F517B"/>
    <w:rsid w:val="002107E9"/>
    <w:rsid w:val="002241CF"/>
    <w:rsid w:val="00242E30"/>
    <w:rsid w:val="00282845"/>
    <w:rsid w:val="00293AEA"/>
    <w:rsid w:val="002A2FD0"/>
    <w:rsid w:val="002C0726"/>
    <w:rsid w:val="002D3C4B"/>
    <w:rsid w:val="002F19C4"/>
    <w:rsid w:val="002F4F5C"/>
    <w:rsid w:val="00352CA6"/>
    <w:rsid w:val="00352DD8"/>
    <w:rsid w:val="00362F82"/>
    <w:rsid w:val="003762B5"/>
    <w:rsid w:val="00376446"/>
    <w:rsid w:val="00383A75"/>
    <w:rsid w:val="003870AA"/>
    <w:rsid w:val="003906D0"/>
    <w:rsid w:val="003976A0"/>
    <w:rsid w:val="003C04E9"/>
    <w:rsid w:val="003C6885"/>
    <w:rsid w:val="003D64A2"/>
    <w:rsid w:val="00420B23"/>
    <w:rsid w:val="00423662"/>
    <w:rsid w:val="0042761D"/>
    <w:rsid w:val="004354D5"/>
    <w:rsid w:val="00441B47"/>
    <w:rsid w:val="00444127"/>
    <w:rsid w:val="00447ABC"/>
    <w:rsid w:val="00451402"/>
    <w:rsid w:val="00456550"/>
    <w:rsid w:val="004612B4"/>
    <w:rsid w:val="00486CA7"/>
    <w:rsid w:val="004970B3"/>
    <w:rsid w:val="004E6BE1"/>
    <w:rsid w:val="00510EA4"/>
    <w:rsid w:val="00512835"/>
    <w:rsid w:val="00515555"/>
    <w:rsid w:val="005241A2"/>
    <w:rsid w:val="00524CE5"/>
    <w:rsid w:val="00537022"/>
    <w:rsid w:val="005628A2"/>
    <w:rsid w:val="00564B89"/>
    <w:rsid w:val="0057409A"/>
    <w:rsid w:val="005964E0"/>
    <w:rsid w:val="005A4C59"/>
    <w:rsid w:val="005C4D50"/>
    <w:rsid w:val="005D1635"/>
    <w:rsid w:val="00602F23"/>
    <w:rsid w:val="00604B45"/>
    <w:rsid w:val="006079D1"/>
    <w:rsid w:val="006255C0"/>
    <w:rsid w:val="00627E3D"/>
    <w:rsid w:val="00635765"/>
    <w:rsid w:val="006878F0"/>
    <w:rsid w:val="006B2B00"/>
    <w:rsid w:val="006C3F7F"/>
    <w:rsid w:val="006D33D1"/>
    <w:rsid w:val="006E5164"/>
    <w:rsid w:val="006F1181"/>
    <w:rsid w:val="007007A8"/>
    <w:rsid w:val="0070637D"/>
    <w:rsid w:val="0071047A"/>
    <w:rsid w:val="00722063"/>
    <w:rsid w:val="0072266C"/>
    <w:rsid w:val="007305C9"/>
    <w:rsid w:val="00733976"/>
    <w:rsid w:val="00735DE8"/>
    <w:rsid w:val="00741D89"/>
    <w:rsid w:val="007439F1"/>
    <w:rsid w:val="00766AC5"/>
    <w:rsid w:val="007A0F43"/>
    <w:rsid w:val="007A407A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40107"/>
    <w:rsid w:val="0084124B"/>
    <w:rsid w:val="00841C3F"/>
    <w:rsid w:val="008517B5"/>
    <w:rsid w:val="00855B4C"/>
    <w:rsid w:val="00870E38"/>
    <w:rsid w:val="00871B74"/>
    <w:rsid w:val="008863A6"/>
    <w:rsid w:val="00887F71"/>
    <w:rsid w:val="0089638D"/>
    <w:rsid w:val="008A3DC7"/>
    <w:rsid w:val="008A6944"/>
    <w:rsid w:val="008B60F3"/>
    <w:rsid w:val="008C3271"/>
    <w:rsid w:val="008E557D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90B90"/>
    <w:rsid w:val="009922C8"/>
    <w:rsid w:val="009B0370"/>
    <w:rsid w:val="009E228F"/>
    <w:rsid w:val="00A640A5"/>
    <w:rsid w:val="00A65C3C"/>
    <w:rsid w:val="00A75A40"/>
    <w:rsid w:val="00A822FF"/>
    <w:rsid w:val="00A84F49"/>
    <w:rsid w:val="00AA5C0F"/>
    <w:rsid w:val="00AB5597"/>
    <w:rsid w:val="00AC5DC9"/>
    <w:rsid w:val="00AE1069"/>
    <w:rsid w:val="00AE7303"/>
    <w:rsid w:val="00AF01A5"/>
    <w:rsid w:val="00AF502C"/>
    <w:rsid w:val="00AF5DE4"/>
    <w:rsid w:val="00B01CFE"/>
    <w:rsid w:val="00B20ED5"/>
    <w:rsid w:val="00B24765"/>
    <w:rsid w:val="00B33F61"/>
    <w:rsid w:val="00B415B3"/>
    <w:rsid w:val="00B445C0"/>
    <w:rsid w:val="00B45E88"/>
    <w:rsid w:val="00B67680"/>
    <w:rsid w:val="00B73C81"/>
    <w:rsid w:val="00B74DB6"/>
    <w:rsid w:val="00B80711"/>
    <w:rsid w:val="00BB2FAC"/>
    <w:rsid w:val="00BC1D89"/>
    <w:rsid w:val="00BC5C1F"/>
    <w:rsid w:val="00BC7F94"/>
    <w:rsid w:val="00BD17A6"/>
    <w:rsid w:val="00BE4E17"/>
    <w:rsid w:val="00C018CF"/>
    <w:rsid w:val="00C05BAF"/>
    <w:rsid w:val="00C27666"/>
    <w:rsid w:val="00C4014E"/>
    <w:rsid w:val="00C51685"/>
    <w:rsid w:val="00C54A7F"/>
    <w:rsid w:val="00C674B4"/>
    <w:rsid w:val="00C71728"/>
    <w:rsid w:val="00C7658A"/>
    <w:rsid w:val="00C77162"/>
    <w:rsid w:val="00C84197"/>
    <w:rsid w:val="00C91565"/>
    <w:rsid w:val="00C92FC9"/>
    <w:rsid w:val="00CC1FD9"/>
    <w:rsid w:val="00CD5D12"/>
    <w:rsid w:val="00CE2C4E"/>
    <w:rsid w:val="00CE70B9"/>
    <w:rsid w:val="00CF0137"/>
    <w:rsid w:val="00D0212E"/>
    <w:rsid w:val="00D061BA"/>
    <w:rsid w:val="00D266C9"/>
    <w:rsid w:val="00D26EA4"/>
    <w:rsid w:val="00D321D6"/>
    <w:rsid w:val="00D36218"/>
    <w:rsid w:val="00D43F7D"/>
    <w:rsid w:val="00D53021"/>
    <w:rsid w:val="00D63773"/>
    <w:rsid w:val="00D74354"/>
    <w:rsid w:val="00D85AA0"/>
    <w:rsid w:val="00D86AA3"/>
    <w:rsid w:val="00D94221"/>
    <w:rsid w:val="00DA045F"/>
    <w:rsid w:val="00DA4235"/>
    <w:rsid w:val="00DC2129"/>
    <w:rsid w:val="00DC5C64"/>
    <w:rsid w:val="00DD3E78"/>
    <w:rsid w:val="00DE4F80"/>
    <w:rsid w:val="00DF1824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145AB"/>
    <w:rsid w:val="00F33925"/>
    <w:rsid w:val="00F3487E"/>
    <w:rsid w:val="00F47E34"/>
    <w:rsid w:val="00F70093"/>
    <w:rsid w:val="00F84D65"/>
    <w:rsid w:val="00F86F06"/>
    <w:rsid w:val="00FA009E"/>
    <w:rsid w:val="00FB668D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Props1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41</TotalTime>
  <Pages>1</Pages>
  <Words>221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Kapucián Aleš</cp:lastModifiedBy>
  <cp:revision>26</cp:revision>
  <cp:lastPrinted>2025-02-25T12:21:00Z</cp:lastPrinted>
  <dcterms:created xsi:type="dcterms:W3CDTF">2025-03-05T15:12:00Z</dcterms:created>
  <dcterms:modified xsi:type="dcterms:W3CDTF">2025-07-03T07:39:00Z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